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3FFF0C3-63E6-436F-BBDA-45CB3EE9F938}"/>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